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0F0CC6" w:rsidRPr="000F0CC6">
        <w:rPr>
          <w:b/>
          <w:bCs/>
          <w:sz w:val="28"/>
          <w:szCs w:val="28"/>
        </w:rPr>
        <w:t>PREPARATÓW DEZYNFEKCYJNYCH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A50565" w:rsidRPr="002C0313" w:rsidRDefault="00116660" w:rsidP="002C031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E44A7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EB16B7" w:rsidRPr="00EB16B7">
        <w:rPr>
          <w:rFonts w:asciiTheme="minorHAnsi" w:hAnsiTheme="minorHAnsi"/>
          <w:b/>
          <w:sz w:val="22"/>
        </w:rPr>
        <w:t>dostawa preparatów dezynfekcyjnych z podziałem na części</w:t>
      </w:r>
      <w:r w:rsidR="0020623A">
        <w:rPr>
          <w:b/>
          <w:szCs w:val="20"/>
        </w:rPr>
        <w:t>”</w:t>
      </w:r>
      <w:bookmarkStart w:id="0" w:name="_GoBack"/>
      <w:bookmarkEnd w:id="0"/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Pr="002C0313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6A26EC" w:rsidRDefault="00043CAF" w:rsidP="00431D2B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431D2B" w:rsidRPr="00431D2B" w:rsidRDefault="00431D2B" w:rsidP="00431D2B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9E4A30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VIII</w:t>
      </w:r>
      <w:r w:rsidR="0040028D" w:rsidRPr="0040028D">
        <w:rPr>
          <w:b/>
          <w:sz w:val="22"/>
          <w:szCs w:val="22"/>
        </w:rPr>
        <w:t>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9E4A30" w:rsidRPr="009E4A30" w:rsidRDefault="009E4A30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FBB" w:rsidRDefault="002D1FBB">
      <w:r>
        <w:separator/>
      </w:r>
    </w:p>
  </w:endnote>
  <w:endnote w:type="continuationSeparator" w:id="0">
    <w:p w:rsidR="002D1FBB" w:rsidRDefault="002D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4A7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FBB" w:rsidRDefault="002D1FBB">
      <w:r>
        <w:separator/>
      </w:r>
    </w:p>
  </w:footnote>
  <w:footnote w:type="continuationSeparator" w:id="0">
    <w:p w:rsidR="002D1FBB" w:rsidRDefault="002D1FBB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E1C1B">
      <w:rPr>
        <w:rFonts w:ascii="Arial" w:hAnsi="Arial"/>
        <w:noProof/>
        <w:sz w:val="20"/>
        <w:szCs w:val="20"/>
      </w:rPr>
      <w:t>k sprawy: SP ZOZ NZZP II 2400/42/20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0CC6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313"/>
    <w:rsid w:val="002C2453"/>
    <w:rsid w:val="002C3CB3"/>
    <w:rsid w:val="002C4A47"/>
    <w:rsid w:val="002D1FBB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5351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31D2B"/>
    <w:rsid w:val="00437742"/>
    <w:rsid w:val="004405A9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A64F2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B65DB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26EC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A8B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44A7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4A30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2FB"/>
    <w:rsid w:val="00B95EFE"/>
    <w:rsid w:val="00B96F89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4AA6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348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25A6"/>
    <w:rsid w:val="00D34459"/>
    <w:rsid w:val="00D35507"/>
    <w:rsid w:val="00D43DEB"/>
    <w:rsid w:val="00D54D83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765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07B2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6B7"/>
    <w:rsid w:val="00EB1923"/>
    <w:rsid w:val="00EB7210"/>
    <w:rsid w:val="00EC17B5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4A4B"/>
    <w:rsid w:val="00F06677"/>
    <w:rsid w:val="00F07BA1"/>
    <w:rsid w:val="00F13AB5"/>
    <w:rsid w:val="00F172AA"/>
    <w:rsid w:val="00F25435"/>
    <w:rsid w:val="00F30BFC"/>
    <w:rsid w:val="00F5641C"/>
    <w:rsid w:val="00F60080"/>
    <w:rsid w:val="00F64AE2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1C1B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FD1B-5606-4760-BDD5-C8A6193F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90</TotalTime>
  <Pages>3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206</cp:revision>
  <cp:lastPrinted>2019-03-06T11:54:00Z</cp:lastPrinted>
  <dcterms:created xsi:type="dcterms:W3CDTF">2018-03-08T08:22:00Z</dcterms:created>
  <dcterms:modified xsi:type="dcterms:W3CDTF">2020-09-25T07:04:00Z</dcterms:modified>
  <cp:category/>
</cp:coreProperties>
</file>